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A2D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A2D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22AB">
        <w:rPr>
          <w:rFonts w:ascii="Corbel" w:hAnsi="Corbel"/>
          <w:i/>
          <w:smallCaps/>
          <w:sz w:val="24"/>
          <w:szCs w:val="24"/>
        </w:rPr>
        <w:t>202</w:t>
      </w:r>
      <w:r w:rsidR="00470FD9">
        <w:rPr>
          <w:rFonts w:ascii="Corbel" w:hAnsi="Corbel"/>
          <w:i/>
          <w:smallCaps/>
          <w:sz w:val="24"/>
          <w:szCs w:val="24"/>
        </w:rPr>
        <w:t>4</w:t>
      </w:r>
      <w:r w:rsidR="005470E4">
        <w:rPr>
          <w:rFonts w:ascii="Corbel" w:hAnsi="Corbel"/>
          <w:i/>
          <w:smallCaps/>
          <w:sz w:val="24"/>
          <w:szCs w:val="24"/>
        </w:rPr>
        <w:t>-</w:t>
      </w:r>
      <w:r w:rsidR="004D1A49">
        <w:rPr>
          <w:rFonts w:ascii="Corbel" w:hAnsi="Corbel"/>
          <w:i/>
          <w:smallCaps/>
          <w:sz w:val="24"/>
          <w:szCs w:val="24"/>
        </w:rPr>
        <w:t>202</w:t>
      </w:r>
      <w:r w:rsidR="00470FD9">
        <w:rPr>
          <w:rFonts w:ascii="Corbel" w:hAnsi="Corbel"/>
          <w:i/>
          <w:smallCaps/>
          <w:sz w:val="24"/>
          <w:szCs w:val="24"/>
        </w:rPr>
        <w:t>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22AB">
        <w:rPr>
          <w:rFonts w:ascii="Corbel" w:hAnsi="Corbel"/>
          <w:sz w:val="20"/>
          <w:szCs w:val="20"/>
        </w:rPr>
        <w:t>202</w:t>
      </w:r>
      <w:r w:rsidR="00470FD9">
        <w:rPr>
          <w:rFonts w:ascii="Corbel" w:hAnsi="Corbel"/>
          <w:sz w:val="20"/>
          <w:szCs w:val="20"/>
        </w:rPr>
        <w:t>4</w:t>
      </w:r>
      <w:r w:rsidR="003022AB">
        <w:rPr>
          <w:rFonts w:ascii="Corbel" w:hAnsi="Corbel"/>
          <w:sz w:val="20"/>
          <w:szCs w:val="20"/>
        </w:rPr>
        <w:t>/202</w:t>
      </w:r>
      <w:r w:rsidR="00470FD9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 xml:space="preserve">Zaliczenie z </w:t>
      </w:r>
      <w:r w:rsidR="007006C9">
        <w:rPr>
          <w:rFonts w:ascii="Corbel" w:hAnsi="Corbel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wyjaśni z punktu widzenia antropologii kultury źródła negatywnych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spotkania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Student przeanalizuje i zinterpretuje zachowania, tak własne,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>ipoteza Sapira – Whorfa.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A2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>/ oprac. Grzegorz Godlewski [i in.]; wstęp i red. Andrzej Mencwel. Wyd. 4, zm. i rozsz. Warszawa: Wydawnictwa Uniwersytetu Warszawskiego, cop.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Salzman P.C., Rice P.C.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Nikodemski,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>. Warszawa: G+J Gruner + Jahr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Calibri"/>
                <w:sz w:val="24"/>
                <w:szCs w:val="24"/>
              </w:rPr>
              <w:t xml:space="preserve">Sadler,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Warszawa. Wyd."Pax„ </w:t>
            </w:r>
            <w:r w:rsidRPr="004C2170">
              <w:rPr>
                <w:rFonts w:ascii="Corbel" w:hAnsi="Corbel"/>
                <w:sz w:val="24"/>
                <w:szCs w:val="24"/>
              </w:rPr>
              <w:t>(roz.II - Wierzenia o obcych; roz. III - Portret z negatywu; roz. IV. - Różne wymiary izolacji; roz.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Ashenburg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 ze Svini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Sekowa: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Kapllani, G., &amp; Szyler,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Wyd. Wielka 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>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Prymaka-Oniszk A. (2016).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Zadrożyńska,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49" w:rsidRDefault="00C84349" w:rsidP="00C16ABF">
      <w:pPr>
        <w:spacing w:after="0" w:line="240" w:lineRule="auto"/>
      </w:pPr>
      <w:r>
        <w:separator/>
      </w:r>
    </w:p>
  </w:endnote>
  <w:endnote w:type="continuationSeparator" w:id="0">
    <w:p w:rsidR="00C84349" w:rsidRDefault="00C843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49" w:rsidRDefault="00C84349" w:rsidP="00C16ABF">
      <w:pPr>
        <w:spacing w:after="0" w:line="240" w:lineRule="auto"/>
      </w:pPr>
      <w:r>
        <w:separator/>
      </w:r>
    </w:p>
  </w:footnote>
  <w:footnote w:type="continuationSeparator" w:id="0">
    <w:p w:rsidR="00C84349" w:rsidRDefault="00C843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648"/>
    <w:rsid w:val="002C1E33"/>
    <w:rsid w:val="002C1F06"/>
    <w:rsid w:val="002D3375"/>
    <w:rsid w:val="002D73D4"/>
    <w:rsid w:val="002E6D5F"/>
    <w:rsid w:val="002F02A3"/>
    <w:rsid w:val="002F4ABE"/>
    <w:rsid w:val="003018BA"/>
    <w:rsid w:val="003022AB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B0"/>
    <w:rsid w:val="00405DD6"/>
    <w:rsid w:val="00414E3C"/>
    <w:rsid w:val="00415C87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0FD9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374F"/>
    <w:rsid w:val="004D5282"/>
    <w:rsid w:val="004E597E"/>
    <w:rsid w:val="004F1551"/>
    <w:rsid w:val="004F55A3"/>
    <w:rsid w:val="00503738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470E4"/>
    <w:rsid w:val="00550E4E"/>
    <w:rsid w:val="00565C3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0C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06C9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0B83"/>
    <w:rsid w:val="00763BF1"/>
    <w:rsid w:val="00766FD4"/>
    <w:rsid w:val="007771AF"/>
    <w:rsid w:val="0078168C"/>
    <w:rsid w:val="00787C2A"/>
    <w:rsid w:val="00790E27"/>
    <w:rsid w:val="007A2D26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2E3B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84349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129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EF5F22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D7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B6AA"/>
  <w15:docId w15:val="{828E410D-CC48-4A29-906C-6CFC3874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A7E0-A0EB-4443-9776-2E98E0A5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2020-10-16T07:58:00Z</dcterms:created>
  <dcterms:modified xsi:type="dcterms:W3CDTF">2024-07-08T07:43:00Z</dcterms:modified>
</cp:coreProperties>
</file>